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94" w:rsidRDefault="00DC5594" w:rsidP="00DC5594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Załącznik nr 3</w:t>
      </w:r>
    </w:p>
    <w:p w:rsidR="00DC5594" w:rsidRDefault="00DC5594" w:rsidP="00DC5594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……………..……………</w:t>
      </w:r>
    </w:p>
    <w:p w:rsidR="00DC5594" w:rsidRDefault="00DC5594" w:rsidP="00DC5594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DC5594" w:rsidRDefault="00DC5594" w:rsidP="00DC5594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:rsidR="00DC5594" w:rsidRDefault="00DC5594" w:rsidP="00DC5594">
      <w:pPr>
        <w:keepNext/>
        <w:spacing w:before="240" w:after="6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lang w:eastAsia="pl-PL"/>
        </w:rPr>
      </w:pPr>
      <w:bookmarkStart w:id="0" w:name="_Toc252351675"/>
      <w:bookmarkStart w:id="1" w:name="_Toc252351661"/>
      <w:bookmarkStart w:id="2" w:name="_Toc222110987"/>
      <w:bookmarkStart w:id="3" w:name="_Toc222110946"/>
      <w:bookmarkStart w:id="4" w:name="_Toc165447779"/>
      <w:r>
        <w:rPr>
          <w:rFonts w:ascii="Tahoma" w:eastAsia="Times New Roman" w:hAnsi="Tahoma" w:cs="Tahoma"/>
          <w:b/>
          <w:bCs/>
          <w:smallCaps/>
          <w:lang w:eastAsia="pl-PL"/>
        </w:rPr>
        <w:t>OŚWIADCZENIE</w:t>
      </w:r>
      <w:bookmarkEnd w:id="0"/>
      <w:bookmarkEnd w:id="1"/>
      <w:bookmarkEnd w:id="2"/>
      <w:bookmarkEnd w:id="3"/>
      <w:bookmarkEnd w:id="4"/>
      <w:r>
        <w:rPr>
          <w:rFonts w:ascii="Tahoma" w:eastAsia="Times New Roman" w:hAnsi="Tahoma" w:cs="Tahoma"/>
          <w:b/>
          <w:bCs/>
          <w:smallCaps/>
          <w:lang w:eastAsia="pl-PL"/>
        </w:rPr>
        <w:t xml:space="preserve"> *</w:t>
      </w:r>
    </w:p>
    <w:p w:rsidR="00DC5594" w:rsidRDefault="00DC5594" w:rsidP="00DC5594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bookmarkStart w:id="5" w:name="_Toc165447780"/>
      <w:r>
        <w:rPr>
          <w:rFonts w:ascii="Tahoma" w:eastAsia="Times New Roman" w:hAnsi="Tahoma" w:cs="Tahoma"/>
          <w:b/>
          <w:lang w:eastAsia="pl-PL"/>
        </w:rPr>
        <w:t>zgodnie z art. 22 ust. 1 ustawy</w:t>
      </w:r>
      <w:bookmarkEnd w:id="5"/>
    </w:p>
    <w:p w:rsidR="00DC5594" w:rsidRDefault="00DC5594" w:rsidP="00DC5594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DC5594" w:rsidRDefault="00DC5594" w:rsidP="00DC5594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DC5594" w:rsidRDefault="00DC5594" w:rsidP="00DC5594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Nazwa Wykonawcy: ...............................................</w:t>
      </w:r>
    </w:p>
    <w:p w:rsidR="00DC5594" w:rsidRDefault="00DC5594" w:rsidP="00DC5594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DC5594" w:rsidRDefault="00DC5594" w:rsidP="00DC5594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Siedziba Wykonawcy: .............................................</w:t>
      </w:r>
    </w:p>
    <w:p w:rsidR="00DC5594" w:rsidRDefault="00DC5594" w:rsidP="00DC5594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DC5594" w:rsidRDefault="00DC5594" w:rsidP="00DC5594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Oświadczam, że podmiot który reprezentuję</w:t>
      </w:r>
      <w:r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  <w:r>
        <w:rPr>
          <w:rFonts w:ascii="Tahoma" w:eastAsia="Times New Roman" w:hAnsi="Tahoma" w:cs="Tahoma"/>
          <w:color w:val="000000"/>
          <w:lang w:eastAsia="pl-PL"/>
        </w:rPr>
        <w:t xml:space="preserve">spełnia warunki określone w art. 22 ust. 1 ustawy z dnia 29 stycznia 2004r. – Prawo zamówień publicznych (Dz. U. z 2010 r. Nr 113, poz.759 z </w:t>
      </w:r>
      <w:proofErr w:type="spellStart"/>
      <w:r>
        <w:rPr>
          <w:rFonts w:ascii="Tahoma" w:eastAsia="Times New Roman" w:hAnsi="Tahoma" w:cs="Tahoma"/>
          <w:color w:val="000000"/>
          <w:lang w:eastAsia="pl-PL"/>
        </w:rPr>
        <w:t>póź</w:t>
      </w:r>
      <w:proofErr w:type="spellEnd"/>
      <w:r>
        <w:rPr>
          <w:rFonts w:ascii="Tahoma" w:eastAsia="Times New Roman" w:hAnsi="Tahoma" w:cs="Tahoma"/>
          <w:color w:val="000000"/>
          <w:lang w:eastAsia="pl-PL"/>
        </w:rPr>
        <w:t>. zm.) dotyczące:</w:t>
      </w:r>
    </w:p>
    <w:p w:rsidR="00DC5594" w:rsidRDefault="00DC5594" w:rsidP="00DC5594">
      <w:pPr>
        <w:spacing w:after="0" w:line="36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DC5594" w:rsidRDefault="00DC5594" w:rsidP="00DC5594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posiadania uprawnień do wykonywania określonej działalności lub czynności, jeżeli przepisy prawa nakładają obowiązek ich posiadania;</w:t>
      </w:r>
    </w:p>
    <w:p w:rsidR="00DC5594" w:rsidRDefault="00DC5594" w:rsidP="00DC5594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posiadania wiedzy i doświadczenia;</w:t>
      </w:r>
    </w:p>
    <w:p w:rsidR="00DC5594" w:rsidRDefault="00DC5594" w:rsidP="00DC5594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dysponowania odpowiednim potencjałem technicznym oraz osobami zdolnymi do wykonania zamówienia;</w:t>
      </w:r>
    </w:p>
    <w:p w:rsidR="00DC5594" w:rsidRDefault="00DC5594" w:rsidP="00DC5594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sytuacji ekonomicznej i finansowej.</w:t>
      </w:r>
    </w:p>
    <w:p w:rsidR="00DC5594" w:rsidRDefault="00DC5594" w:rsidP="00DC5594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Na potwierdzenie spełnienia wyżej wymienionych warunków do oferty załączam wszelkie dokumenty i oświadczenia wskazane przez Zamawiającego w specyfikacji istotnych warunków zamówienia.</w:t>
      </w:r>
    </w:p>
    <w:p w:rsidR="00DC5594" w:rsidRDefault="00DC5594" w:rsidP="00DC5594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DC5594" w:rsidRDefault="00DC5594" w:rsidP="00DC5594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…………………….., data .............................</w:t>
      </w:r>
    </w:p>
    <w:p w:rsidR="00DC5594" w:rsidRDefault="00DC5594" w:rsidP="00DC5594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_____________________</w:t>
      </w:r>
    </w:p>
    <w:p w:rsidR="00DC5594" w:rsidRDefault="00DC5594" w:rsidP="00DC5594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</w:p>
    <w:p w:rsidR="00DC5594" w:rsidRDefault="00DC5594" w:rsidP="00DC5594">
      <w:pPr>
        <w:spacing w:after="0" w:line="240" w:lineRule="auto"/>
        <w:ind w:left="5670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Czytelne podpisy osób                  uprawnionych do</w:t>
      </w:r>
    </w:p>
    <w:p w:rsidR="00DC5594" w:rsidRDefault="00DC5594" w:rsidP="00DC5594">
      <w:pPr>
        <w:spacing w:after="0" w:line="240" w:lineRule="auto"/>
        <w:ind w:left="566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reprezentowania Wykonawcy / Wykonawcy</w:t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DC5594" w:rsidRDefault="00DC5594" w:rsidP="00DC5594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DC5594" w:rsidRDefault="00DC5594" w:rsidP="00DC5594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DC5594" w:rsidRDefault="00DC5594" w:rsidP="00DC5594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DC5594" w:rsidRDefault="00DC5594" w:rsidP="00DC5594">
      <w:pPr>
        <w:keepNext/>
        <w:spacing w:after="0" w:line="240" w:lineRule="auto"/>
        <w:outlineLvl w:val="1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* w przypadku wykonawców składających ofertę wspólnie (spółka cywilna, konsorcjum) każdy ze wspólników spółki cywilnej lub konsorcjantów składa oświadczenia oddzielnie.</w:t>
      </w:r>
    </w:p>
    <w:p w:rsidR="00DC5594" w:rsidRDefault="00DC5594" w:rsidP="00DC5594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E40C4" w:rsidRDefault="00FE40C4">
      <w:bookmarkStart w:id="6" w:name="_GoBack"/>
      <w:bookmarkEnd w:id="6"/>
    </w:p>
    <w:sectPr w:rsidR="00FE40C4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8C2" w:rsidRDefault="00DE18C2" w:rsidP="002B3BA7">
      <w:pPr>
        <w:spacing w:after="0" w:line="240" w:lineRule="auto"/>
      </w:pPr>
      <w:r>
        <w:separator/>
      </w:r>
    </w:p>
  </w:endnote>
  <w:endnote w:type="continuationSeparator" w:id="0">
    <w:p w:rsidR="00DE18C2" w:rsidRDefault="00DE18C2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8C2" w:rsidRDefault="00DE18C2" w:rsidP="002B3BA7">
      <w:pPr>
        <w:spacing w:after="0" w:line="240" w:lineRule="auto"/>
      </w:pPr>
      <w:r>
        <w:separator/>
      </w:r>
    </w:p>
  </w:footnote>
  <w:footnote w:type="continuationSeparator" w:id="0">
    <w:p w:rsidR="00DE18C2" w:rsidRDefault="00DE18C2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3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2B3BA7"/>
    <w:rsid w:val="002C191D"/>
    <w:rsid w:val="00464BBA"/>
    <w:rsid w:val="00501898"/>
    <w:rsid w:val="00532B11"/>
    <w:rsid w:val="00581473"/>
    <w:rsid w:val="005D507A"/>
    <w:rsid w:val="00604C29"/>
    <w:rsid w:val="007D50D8"/>
    <w:rsid w:val="00965059"/>
    <w:rsid w:val="009842F0"/>
    <w:rsid w:val="009B7B9C"/>
    <w:rsid w:val="00A31FDA"/>
    <w:rsid w:val="00AA0699"/>
    <w:rsid w:val="00AE7F5B"/>
    <w:rsid w:val="00DC5594"/>
    <w:rsid w:val="00DE18C2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3</cp:revision>
  <cp:lastPrinted>2012-02-29T08:15:00Z</cp:lastPrinted>
  <dcterms:created xsi:type="dcterms:W3CDTF">2012-02-29T12:44:00Z</dcterms:created>
  <dcterms:modified xsi:type="dcterms:W3CDTF">2012-03-09T10:50:00Z</dcterms:modified>
</cp:coreProperties>
</file>